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77" w:rsidRDefault="00A05177">
      <w:r>
        <w:t>Agenda –Nutrition Subcommittee 5/14/2014</w:t>
      </w:r>
    </w:p>
    <w:p w:rsidR="00A05177" w:rsidRDefault="00A05177" w:rsidP="00A05177">
      <w:pPr>
        <w:pStyle w:val="ListParagraph"/>
        <w:numPr>
          <w:ilvl w:val="0"/>
          <w:numId w:val="1"/>
        </w:numPr>
      </w:pPr>
      <w:r>
        <w:t xml:space="preserve"> MEA speakers and topics were sent in to Heather by 4/30.  We had 4 submitted</w:t>
      </w:r>
      <w:r w:rsidR="00174A62">
        <w:t>.</w:t>
      </w:r>
    </w:p>
    <w:p w:rsidR="00174A62" w:rsidRDefault="00174A62" w:rsidP="00174A62">
      <w:pPr>
        <w:pStyle w:val="ListParagraph"/>
      </w:pPr>
    </w:p>
    <w:p w:rsidR="00A05177" w:rsidRDefault="00A05177" w:rsidP="00A05177">
      <w:pPr>
        <w:pStyle w:val="ListParagraph"/>
        <w:numPr>
          <w:ilvl w:val="0"/>
          <w:numId w:val="1"/>
        </w:numPr>
      </w:pPr>
      <w:r>
        <w:t>Survey – next level rough draft completed for all 3 grade levels.  Final approval needed then will put on survey monkey</w:t>
      </w:r>
    </w:p>
    <w:p w:rsidR="00174A62" w:rsidRDefault="00174A62" w:rsidP="00174A62">
      <w:pPr>
        <w:pStyle w:val="ListParagraph"/>
      </w:pPr>
    </w:p>
    <w:p w:rsidR="00A05177" w:rsidRDefault="00A05177" w:rsidP="00A05177">
      <w:pPr>
        <w:pStyle w:val="ListParagraph"/>
        <w:numPr>
          <w:ilvl w:val="0"/>
          <w:numId w:val="1"/>
        </w:numPr>
      </w:pPr>
      <w:r>
        <w:t xml:space="preserve">Elementary school rough draft of guidelines needs to begin.  Divide into groups and </w:t>
      </w:r>
      <w:r w:rsidR="00174A62">
        <w:t>work on this during the meeting.  3 groups – food ideas, activity ideas, tips for communication with parents.</w:t>
      </w:r>
    </w:p>
    <w:p w:rsidR="00174A62" w:rsidRDefault="00174A62" w:rsidP="00174A62">
      <w:pPr>
        <w:pStyle w:val="ListParagraph"/>
      </w:pPr>
    </w:p>
    <w:p w:rsidR="00174A62" w:rsidRDefault="00A05177" w:rsidP="00174A62">
      <w:pPr>
        <w:pStyle w:val="ListParagraph"/>
        <w:numPr>
          <w:ilvl w:val="0"/>
          <w:numId w:val="1"/>
        </w:numPr>
      </w:pPr>
      <w:proofErr w:type="spellStart"/>
      <w:r>
        <w:t>Longterm</w:t>
      </w:r>
      <w:proofErr w:type="spellEnd"/>
      <w:r>
        <w:t>/short term action steps</w:t>
      </w:r>
      <w:r w:rsidR="00174A62">
        <w:t>.</w:t>
      </w:r>
    </w:p>
    <w:p w:rsidR="00174A62" w:rsidRDefault="00174A62" w:rsidP="00174A62">
      <w:pPr>
        <w:pStyle w:val="ListParagraph"/>
      </w:pPr>
    </w:p>
    <w:p w:rsidR="00A05177" w:rsidRDefault="00A05177" w:rsidP="00A05177">
      <w:pPr>
        <w:pStyle w:val="ListParagraph"/>
        <w:numPr>
          <w:ilvl w:val="0"/>
          <w:numId w:val="1"/>
        </w:numPr>
      </w:pPr>
      <w:r>
        <w:t>Health enhancement curriculum review – not sure when yet.</w:t>
      </w:r>
      <w:r w:rsidR="00174A62">
        <w:t xml:space="preserve">  We need one member from the committee p</w:t>
      </w:r>
      <w:bookmarkStart w:id="0" w:name="_GoBack"/>
      <w:bookmarkEnd w:id="0"/>
      <w:r w:rsidR="00174A62">
        <w:t xml:space="preserve">lus we would like to include a UM HHP faculty.  </w:t>
      </w:r>
    </w:p>
    <w:sectPr w:rsidR="00A05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7026"/>
    <w:multiLevelType w:val="hybridMultilevel"/>
    <w:tmpl w:val="4C82A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A1"/>
    <w:rsid w:val="00174A62"/>
    <w:rsid w:val="00773DBB"/>
    <w:rsid w:val="00A05177"/>
    <w:rsid w:val="00C31D91"/>
    <w:rsid w:val="00E629A1"/>
    <w:rsid w:val="00FC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Agenda514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2</cp:revision>
  <dcterms:created xsi:type="dcterms:W3CDTF">2014-05-09T18:21:00Z</dcterms:created>
  <dcterms:modified xsi:type="dcterms:W3CDTF">2014-05-09T18:21:00Z</dcterms:modified>
</cp:coreProperties>
</file>